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B6E79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27F9C8D0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34999786" w14:textId="77777777" w:rsidR="00B41319" w:rsidRPr="00882D69" w:rsidRDefault="004E14E1" w:rsidP="004E14E1">
      <w:pPr>
        <w:jc w:val="center"/>
        <w:rPr>
          <w:sz w:val="22"/>
          <w:szCs w:val="22"/>
        </w:rPr>
      </w:pPr>
      <w:r w:rsidRPr="00882D69">
        <w:rPr>
          <w:b/>
          <w:bCs/>
          <w:sz w:val="22"/>
          <w:szCs w:val="22"/>
        </w:rPr>
        <w:t>ÜÜRIPINNA</w:t>
      </w:r>
      <w:r w:rsidR="007049AD" w:rsidRPr="00882D69">
        <w:rPr>
          <w:b/>
          <w:bCs/>
          <w:sz w:val="22"/>
          <w:szCs w:val="22"/>
        </w:rPr>
        <w:t xml:space="preserve"> </w:t>
      </w:r>
      <w:r w:rsidRPr="00882D69">
        <w:rPr>
          <w:b/>
          <w:bCs/>
          <w:sz w:val="22"/>
          <w:szCs w:val="22"/>
        </w:rPr>
        <w:t>ÜLEANDMISE-</w:t>
      </w:r>
      <w:r w:rsidR="00B41319" w:rsidRPr="00882D69">
        <w:rPr>
          <w:b/>
          <w:bCs/>
          <w:sz w:val="22"/>
          <w:szCs w:val="22"/>
        </w:rPr>
        <w:t xml:space="preserve">VASTUVÕTMISE </w:t>
      </w:r>
      <w:r w:rsidR="006E2144" w:rsidRPr="00882D69">
        <w:rPr>
          <w:b/>
          <w:bCs/>
          <w:sz w:val="22"/>
          <w:szCs w:val="22"/>
        </w:rPr>
        <w:t>AKT</w:t>
      </w:r>
    </w:p>
    <w:p w14:paraId="0356BFDB" w14:textId="77777777" w:rsidR="00DF16DE" w:rsidRDefault="00DF16DE" w:rsidP="001A3650">
      <w:pPr>
        <w:jc w:val="both"/>
        <w:rPr>
          <w:sz w:val="22"/>
          <w:szCs w:val="22"/>
        </w:rPr>
      </w:pPr>
    </w:p>
    <w:p w14:paraId="320AF5AC" w14:textId="77777777" w:rsidR="005223B0" w:rsidRPr="00882D69" w:rsidRDefault="005223B0" w:rsidP="001A3650">
      <w:pPr>
        <w:jc w:val="both"/>
        <w:rPr>
          <w:sz w:val="22"/>
          <w:szCs w:val="22"/>
        </w:rPr>
      </w:pPr>
    </w:p>
    <w:p w14:paraId="697F9B67" w14:textId="066B94BC" w:rsidR="00DF16DE" w:rsidRPr="00882D69" w:rsidRDefault="00DF16DE" w:rsidP="00DF16DE">
      <w:pPr>
        <w:tabs>
          <w:tab w:val="left" w:pos="5670"/>
        </w:tabs>
        <w:jc w:val="both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Käesolevale aktile alla kirjutades kinnitavad Üleandja ja Vastuvõtja, et üüripind on üle antud ja vastu võetud seisuga </w:t>
      </w:r>
      <w:r w:rsidR="00510E15">
        <w:rPr>
          <w:b/>
          <w:sz w:val="22"/>
          <w:szCs w:val="22"/>
        </w:rPr>
        <w:t>31.</w:t>
      </w:r>
      <w:r w:rsidR="00902EBC">
        <w:rPr>
          <w:b/>
          <w:sz w:val="22"/>
          <w:szCs w:val="22"/>
        </w:rPr>
        <w:t>0</w:t>
      </w:r>
      <w:r w:rsidR="00BF19FB">
        <w:rPr>
          <w:b/>
          <w:sz w:val="22"/>
          <w:szCs w:val="22"/>
        </w:rPr>
        <w:t>8</w:t>
      </w:r>
      <w:r w:rsidR="00902EBC">
        <w:rPr>
          <w:b/>
          <w:sz w:val="22"/>
          <w:szCs w:val="22"/>
        </w:rPr>
        <w:t>.202</w:t>
      </w:r>
      <w:r w:rsidR="00BF19FB">
        <w:rPr>
          <w:b/>
          <w:sz w:val="22"/>
          <w:szCs w:val="22"/>
        </w:rPr>
        <w:t>3</w:t>
      </w:r>
    </w:p>
    <w:p w14:paraId="5F79A90A" w14:textId="77777777" w:rsidR="00DF16DE" w:rsidRPr="00882D69" w:rsidRDefault="00DF16DE">
      <w:pPr>
        <w:rPr>
          <w:sz w:val="22"/>
          <w:szCs w:val="22"/>
        </w:rPr>
      </w:pPr>
    </w:p>
    <w:p w14:paraId="5956D0AE" w14:textId="0C7E5057" w:rsidR="00C855EE" w:rsidRPr="00882D69" w:rsidRDefault="007049AD" w:rsidP="00C855E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>Üüripinna üleandja</w:t>
      </w:r>
      <w:r w:rsidR="00DF16DE" w:rsidRPr="00882D69">
        <w:rPr>
          <w:b/>
          <w:sz w:val="22"/>
          <w:szCs w:val="22"/>
        </w:rPr>
        <w:t xml:space="preserve">: </w:t>
      </w:r>
      <w:r w:rsidR="00BF19FB">
        <w:rPr>
          <w:b/>
          <w:sz w:val="22"/>
          <w:szCs w:val="22"/>
        </w:rPr>
        <w:t>Politsei- ja Piirivalveamet, Hannes Jaanimäe</w:t>
      </w:r>
    </w:p>
    <w:p w14:paraId="72907A33" w14:textId="249E670A" w:rsidR="00C855EE" w:rsidRPr="00882D69" w:rsidRDefault="00DF16DE" w:rsidP="00C855E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Vastuvõtja: </w:t>
      </w:r>
      <w:r w:rsidR="00510E15">
        <w:rPr>
          <w:b/>
          <w:sz w:val="22"/>
          <w:szCs w:val="22"/>
        </w:rPr>
        <w:t>Riigi Kinnisvara AS</w:t>
      </w:r>
      <w:r w:rsidR="00BF19FB">
        <w:rPr>
          <w:b/>
          <w:sz w:val="22"/>
          <w:szCs w:val="22"/>
        </w:rPr>
        <w:t>, Kristel Aunapuu</w:t>
      </w:r>
    </w:p>
    <w:p w14:paraId="2BACF24F" w14:textId="77777777" w:rsidR="00DF16DE" w:rsidRPr="00882D69" w:rsidRDefault="00DF16DE" w:rsidP="00DF16DE">
      <w:pPr>
        <w:rPr>
          <w:b/>
          <w:sz w:val="22"/>
          <w:szCs w:val="22"/>
        </w:rPr>
      </w:pPr>
    </w:p>
    <w:p w14:paraId="24D89D3D" w14:textId="77777777" w:rsidR="00B41319" w:rsidRPr="00882D69" w:rsidRDefault="00B41319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14:paraId="2EDAA94A" w14:textId="691FBFAB" w:rsidR="00B21145" w:rsidRDefault="00BF19FB" w:rsidP="00B21145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F19FB">
        <w:rPr>
          <w:sz w:val="22"/>
          <w:szCs w:val="22"/>
        </w:rPr>
        <w:t>Üleandja annab Vastuvõtjale</w:t>
      </w:r>
      <w:r w:rsidR="00B41319" w:rsidRPr="00BF19FB">
        <w:rPr>
          <w:sz w:val="22"/>
          <w:szCs w:val="22"/>
        </w:rPr>
        <w:t xml:space="preserve"> üle </w:t>
      </w:r>
      <w:r w:rsidR="001A3650" w:rsidRPr="00BF19FB">
        <w:rPr>
          <w:sz w:val="22"/>
          <w:szCs w:val="22"/>
        </w:rPr>
        <w:t>üürilepingu</w:t>
      </w:r>
      <w:r w:rsidR="005223B0" w:rsidRPr="00BF19FB">
        <w:rPr>
          <w:sz w:val="22"/>
          <w:szCs w:val="22"/>
        </w:rPr>
        <w:t>st</w:t>
      </w:r>
      <w:r w:rsidR="001A3650" w:rsidRPr="00BF19FB">
        <w:rPr>
          <w:sz w:val="22"/>
          <w:szCs w:val="22"/>
        </w:rPr>
        <w:t xml:space="preserve"> nr</w:t>
      </w:r>
      <w:r w:rsidR="007049AD" w:rsidRPr="00BF19FB">
        <w:rPr>
          <w:sz w:val="22"/>
          <w:szCs w:val="22"/>
        </w:rPr>
        <w:t xml:space="preserve"> </w:t>
      </w:r>
      <w:r w:rsidR="00902EBC" w:rsidRPr="00BF19FB">
        <w:rPr>
          <w:b/>
          <w:bCs/>
        </w:rPr>
        <w:t>Ü</w:t>
      </w:r>
      <w:r w:rsidRPr="00BF19FB">
        <w:rPr>
          <w:b/>
          <w:bCs/>
        </w:rPr>
        <w:t>5587/13</w:t>
      </w:r>
      <w:r w:rsidR="00902EBC" w:rsidRPr="00BF19FB">
        <w:rPr>
          <w:rFonts w:ascii="PT Sans" w:hAnsi="PT Sans"/>
          <w:sz w:val="20"/>
          <w:szCs w:val="20"/>
        </w:rPr>
        <w:t xml:space="preserve"> </w:t>
      </w:r>
      <w:r w:rsidR="001A3650" w:rsidRPr="00BF19FB">
        <w:rPr>
          <w:sz w:val="22"/>
          <w:szCs w:val="22"/>
        </w:rPr>
        <w:t xml:space="preserve">tulenevalt aadressil </w:t>
      </w:r>
      <w:r w:rsidRPr="00BF19FB">
        <w:rPr>
          <w:sz w:val="22"/>
          <w:szCs w:val="22"/>
        </w:rPr>
        <w:t xml:space="preserve">Ida-Virumaa, </w:t>
      </w:r>
      <w:proofErr w:type="spellStart"/>
      <w:r w:rsidRPr="00BF19FB">
        <w:rPr>
          <w:sz w:val="22"/>
          <w:szCs w:val="22"/>
        </w:rPr>
        <w:t>Lohusu</w:t>
      </w:r>
      <w:proofErr w:type="spellEnd"/>
      <w:r w:rsidRPr="00BF19FB">
        <w:rPr>
          <w:sz w:val="22"/>
          <w:szCs w:val="22"/>
        </w:rPr>
        <w:t xml:space="preserve"> vald, </w:t>
      </w:r>
      <w:proofErr w:type="spellStart"/>
      <w:r w:rsidRPr="00BF19FB">
        <w:rPr>
          <w:sz w:val="22"/>
          <w:szCs w:val="22"/>
        </w:rPr>
        <w:t>Ninasi</w:t>
      </w:r>
      <w:proofErr w:type="spellEnd"/>
      <w:r w:rsidRPr="00BF19FB">
        <w:rPr>
          <w:sz w:val="22"/>
          <w:szCs w:val="22"/>
        </w:rPr>
        <w:t xml:space="preserve"> küla Torni kinnistu paikneva üüripinna alljärgnevas: </w:t>
      </w:r>
    </w:p>
    <w:p w14:paraId="2EDCD84F" w14:textId="77777777" w:rsidR="00BF19FB" w:rsidRPr="00BF19FB" w:rsidRDefault="00BF19FB" w:rsidP="00B21145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1064"/>
        <w:gridCol w:w="1243"/>
        <w:gridCol w:w="981"/>
        <w:gridCol w:w="4631"/>
        <w:gridCol w:w="1124"/>
      </w:tblGrid>
      <w:tr w:rsidR="00341605" w:rsidRPr="00882D69" w14:paraId="17FA7B2D" w14:textId="77777777" w:rsidTr="0036660D">
        <w:tc>
          <w:tcPr>
            <w:tcW w:w="587" w:type="dxa"/>
            <w:shd w:val="clear" w:color="auto" w:fill="D9D9D9" w:themeFill="background1" w:themeFillShade="D9"/>
          </w:tcPr>
          <w:p w14:paraId="159D5799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1078" w:type="dxa"/>
            <w:shd w:val="clear" w:color="auto" w:fill="D9D9D9" w:themeFill="background1" w:themeFillShade="D9"/>
          </w:tcPr>
          <w:p w14:paraId="503648A5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14:paraId="4D8DC765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nimetus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53274548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Seisu-korra hinne (1-5)</w:t>
            </w:r>
            <w:r w:rsidRPr="00882D69">
              <w:rPr>
                <w:rStyle w:val="Allmrkuseviide"/>
                <w:b/>
                <w:sz w:val="22"/>
                <w:szCs w:val="22"/>
              </w:rPr>
              <w:footnoteReference w:id="1"/>
            </w:r>
          </w:p>
        </w:tc>
        <w:tc>
          <w:tcPr>
            <w:tcW w:w="4873" w:type="dxa"/>
            <w:shd w:val="clear" w:color="auto" w:fill="D9D9D9" w:themeFill="background1" w:themeFillShade="D9"/>
          </w:tcPr>
          <w:p w14:paraId="2499C1F6" w14:textId="77777777" w:rsidR="00341605" w:rsidRPr="00882D69" w:rsidRDefault="00341605" w:rsidP="00341605">
            <w:pPr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Olulised puudused 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14:paraId="39B2B5F0" w14:textId="77777777" w:rsidR="00341605" w:rsidRPr="00882D69" w:rsidRDefault="00363A40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Võtmete, kaartide arv</w:t>
            </w:r>
          </w:p>
        </w:tc>
      </w:tr>
      <w:tr w:rsidR="007C0760" w:rsidRPr="00882D69" w14:paraId="59614B6F" w14:textId="77777777" w:rsidTr="0036660D">
        <w:tc>
          <w:tcPr>
            <w:tcW w:w="587" w:type="dxa"/>
          </w:tcPr>
          <w:p w14:paraId="7F542FA8" w14:textId="77777777" w:rsidR="007C0760" w:rsidRPr="00882D69" w:rsidRDefault="007C0760" w:rsidP="007C0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8" w:type="dxa"/>
          </w:tcPr>
          <w:p w14:paraId="5BB536B7" w14:textId="63DC403B" w:rsidR="007C0760" w:rsidRPr="00882D69" w:rsidRDefault="007C0760" w:rsidP="007C07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</w:tcPr>
          <w:p w14:paraId="5200FFE4" w14:textId="36D6E0F9" w:rsidR="007C0760" w:rsidRPr="00882D69" w:rsidRDefault="00BF19FB" w:rsidP="007C07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Vaatlustorn</w:t>
            </w:r>
          </w:p>
        </w:tc>
        <w:tc>
          <w:tcPr>
            <w:tcW w:w="995" w:type="dxa"/>
          </w:tcPr>
          <w:p w14:paraId="0B65BFDF" w14:textId="46474EDE" w:rsidR="007C0760" w:rsidRPr="00882D69" w:rsidRDefault="00BF19FB" w:rsidP="007C0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73" w:type="dxa"/>
          </w:tcPr>
          <w:p w14:paraId="597E9305" w14:textId="12510CA8" w:rsidR="007C0760" w:rsidRDefault="00BF19FB" w:rsidP="005A1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m2 torni alune maa</w:t>
            </w:r>
          </w:p>
        </w:tc>
        <w:tc>
          <w:tcPr>
            <w:tcW w:w="1128" w:type="dxa"/>
          </w:tcPr>
          <w:p w14:paraId="67DB0BD1" w14:textId="4A5F54DC" w:rsidR="007C0760" w:rsidRPr="00882D69" w:rsidRDefault="007C0760" w:rsidP="007C076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497BA7E" w14:textId="77777777" w:rsidR="00B21145" w:rsidRDefault="00B21145" w:rsidP="00B21145">
      <w:pPr>
        <w:pStyle w:val="Loendilik"/>
        <w:ind w:left="426"/>
        <w:rPr>
          <w:sz w:val="22"/>
          <w:szCs w:val="22"/>
        </w:rPr>
      </w:pPr>
    </w:p>
    <w:p w14:paraId="4BDA2D18" w14:textId="77777777" w:rsidR="00855004" w:rsidRDefault="00855004" w:rsidP="00B21145">
      <w:pPr>
        <w:pStyle w:val="Loendilik"/>
        <w:ind w:left="426"/>
        <w:rPr>
          <w:sz w:val="22"/>
          <w:szCs w:val="22"/>
        </w:rPr>
      </w:pPr>
    </w:p>
    <w:p w14:paraId="0C00C9D7" w14:textId="77777777" w:rsidR="00855004" w:rsidRDefault="00855004" w:rsidP="00B21145">
      <w:pPr>
        <w:pStyle w:val="Loendilik"/>
        <w:ind w:left="426"/>
        <w:rPr>
          <w:sz w:val="22"/>
          <w:szCs w:val="22"/>
        </w:rPr>
      </w:pPr>
    </w:p>
    <w:p w14:paraId="154BE199" w14:textId="23D62309" w:rsidR="007049AD" w:rsidRPr="00882D69" w:rsidRDefault="007049AD" w:rsidP="006F3ACC">
      <w:pPr>
        <w:pStyle w:val="Loendilik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Energia tarbimist fikseerivate mõõdikute näidud</w:t>
      </w:r>
      <w:r w:rsidRPr="00BF19FB">
        <w:rPr>
          <w:sz w:val="22"/>
          <w:szCs w:val="22"/>
        </w:rPr>
        <w:t xml:space="preserve">: </w:t>
      </w:r>
      <w:r w:rsidRPr="00BF19FB">
        <w:rPr>
          <w:sz w:val="22"/>
          <w:szCs w:val="22"/>
        </w:rPr>
        <w:fldChar w:fldCharType="begin"/>
      </w:r>
      <w:r w:rsidRPr="00BF19FB">
        <w:rPr>
          <w:sz w:val="22"/>
          <w:szCs w:val="22"/>
        </w:rPr>
        <w:instrText xml:space="preserve"> MACROBUTTON  AcceptAllChangesInDoc "üüripinnal puuduvad eraldi mõõdikud" </w:instrText>
      </w:r>
      <w:r w:rsidRPr="00BF19FB">
        <w:rPr>
          <w:sz w:val="22"/>
          <w:szCs w:val="22"/>
        </w:rPr>
        <w:fldChar w:fldCharType="end"/>
      </w:r>
    </w:p>
    <w:p w14:paraId="74437A0D" w14:textId="77777777" w:rsidR="006E2144" w:rsidRDefault="006E2144" w:rsidP="007049AD">
      <w:pPr>
        <w:jc w:val="both"/>
        <w:rPr>
          <w:sz w:val="22"/>
          <w:szCs w:val="22"/>
        </w:rPr>
      </w:pPr>
    </w:p>
    <w:p w14:paraId="5BAE3DCE" w14:textId="6B9CC5C3" w:rsidR="00882D69" w:rsidRDefault="00882D69" w:rsidP="00882D69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Loetelu </w:t>
      </w:r>
      <w:r w:rsidR="00B21145">
        <w:rPr>
          <w:sz w:val="22"/>
          <w:szCs w:val="22"/>
        </w:rPr>
        <w:t xml:space="preserve">ületulevast </w:t>
      </w:r>
      <w:r>
        <w:rPr>
          <w:sz w:val="22"/>
          <w:szCs w:val="22"/>
        </w:rPr>
        <w:t>mööblist ja/või muust inventarist:</w:t>
      </w:r>
      <w:r w:rsidR="005223B0">
        <w:rPr>
          <w:sz w:val="22"/>
          <w:szCs w:val="22"/>
        </w:rPr>
        <w:t xml:space="preserve"> </w:t>
      </w:r>
      <w:r w:rsidR="00BF19FB">
        <w:rPr>
          <w:sz w:val="22"/>
          <w:szCs w:val="22"/>
        </w:rPr>
        <w:t xml:space="preserve"> -</w:t>
      </w:r>
    </w:p>
    <w:p w14:paraId="7872F8F7" w14:textId="77777777" w:rsidR="00882D69" w:rsidRPr="00BF19FB" w:rsidRDefault="00882D69" w:rsidP="00BF19FB">
      <w:pPr>
        <w:jc w:val="both"/>
        <w:rPr>
          <w:sz w:val="22"/>
          <w:szCs w:val="22"/>
        </w:rPr>
      </w:pPr>
    </w:p>
    <w:p w14:paraId="6DC60321" w14:textId="77777777" w:rsidR="007049AD" w:rsidRPr="00882D69" w:rsidRDefault="007049AD" w:rsidP="006F3ACC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>Märkused</w:t>
      </w:r>
      <w:r w:rsidR="006F3ACC" w:rsidRPr="00882D69">
        <w:rPr>
          <w:sz w:val="22"/>
          <w:szCs w:val="22"/>
        </w:rPr>
        <w:t xml:space="preserve"> üüripinna üleandmisel:</w:t>
      </w:r>
    </w:p>
    <w:p w14:paraId="6072FC4D" w14:textId="77777777" w:rsidR="00B21145" w:rsidRDefault="00B21145" w:rsidP="00A46C34">
      <w:pPr>
        <w:jc w:val="both"/>
        <w:rPr>
          <w:sz w:val="22"/>
          <w:szCs w:val="22"/>
        </w:rPr>
      </w:pPr>
    </w:p>
    <w:p w14:paraId="364604CB" w14:textId="77777777" w:rsidR="00855004" w:rsidRDefault="00855004" w:rsidP="00A46C34">
      <w:pPr>
        <w:jc w:val="both"/>
        <w:rPr>
          <w:sz w:val="22"/>
          <w:szCs w:val="22"/>
        </w:rPr>
      </w:pPr>
      <w:r>
        <w:rPr>
          <w:sz w:val="22"/>
          <w:szCs w:val="22"/>
        </w:rPr>
        <w:t>Võtmed</w:t>
      </w:r>
      <w:r w:rsidR="006A517F">
        <w:rPr>
          <w:sz w:val="22"/>
          <w:szCs w:val="22"/>
        </w:rPr>
        <w:t xml:space="preserve"> </w:t>
      </w:r>
      <w:r w:rsidR="00510E15">
        <w:rPr>
          <w:sz w:val="22"/>
          <w:szCs w:val="22"/>
        </w:rPr>
        <w:t>üleantud.</w:t>
      </w:r>
      <w:r w:rsidR="006A517F">
        <w:rPr>
          <w:sz w:val="22"/>
          <w:szCs w:val="22"/>
        </w:rPr>
        <w:t xml:space="preserve"> </w:t>
      </w:r>
    </w:p>
    <w:p w14:paraId="3732AC06" w14:textId="77777777" w:rsidR="00B21145" w:rsidRDefault="00B21145" w:rsidP="00A46C34">
      <w:pPr>
        <w:jc w:val="both"/>
        <w:rPr>
          <w:sz w:val="22"/>
          <w:szCs w:val="22"/>
        </w:rPr>
      </w:pPr>
    </w:p>
    <w:p w14:paraId="2DFE3893" w14:textId="77777777" w:rsidR="00B21145" w:rsidRDefault="00B21145" w:rsidP="00A46C34">
      <w:pPr>
        <w:jc w:val="both"/>
        <w:rPr>
          <w:sz w:val="22"/>
          <w:szCs w:val="22"/>
        </w:rPr>
      </w:pPr>
    </w:p>
    <w:p w14:paraId="0CCD2371" w14:textId="77777777" w:rsidR="007049AD" w:rsidRPr="00882D69" w:rsidRDefault="005223B0" w:rsidP="00510E15">
      <w:pPr>
        <w:jc w:val="both"/>
        <w:rPr>
          <w:b/>
          <w:sz w:val="22"/>
          <w:szCs w:val="22"/>
        </w:rPr>
      </w:pPr>
      <w:r w:rsidRPr="005223B0">
        <w:rPr>
          <w:sz w:val="22"/>
          <w:szCs w:val="22"/>
        </w:rPr>
        <w:t>Ü</w:t>
      </w:r>
      <w:r>
        <w:rPr>
          <w:sz w:val="22"/>
          <w:szCs w:val="22"/>
        </w:rPr>
        <w:t>üripinna ü</w:t>
      </w:r>
      <w:r w:rsidRPr="005223B0">
        <w:rPr>
          <w:sz w:val="22"/>
          <w:szCs w:val="22"/>
        </w:rPr>
        <w:t>leandmise-vastuvõtmise akti lisad:</w:t>
      </w:r>
      <w:r>
        <w:rPr>
          <w:b/>
          <w:sz w:val="22"/>
          <w:szCs w:val="22"/>
        </w:rPr>
        <w:t xml:space="preserve"> </w:t>
      </w:r>
      <w:r w:rsidR="00B21145">
        <w:rPr>
          <w:sz w:val="22"/>
          <w:szCs w:val="22"/>
        </w:rPr>
        <w:t>puuduvad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3195"/>
        <w:gridCol w:w="3222"/>
      </w:tblGrid>
      <w:tr w:rsidR="00341605" w:rsidRPr="00882D69" w14:paraId="41429ECE" w14:textId="77777777" w:rsidTr="003B67B7">
        <w:tc>
          <w:tcPr>
            <w:tcW w:w="6518" w:type="dxa"/>
            <w:gridSpan w:val="2"/>
          </w:tcPr>
          <w:p w14:paraId="34D556D5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üleandjad:</w:t>
            </w:r>
          </w:p>
        </w:tc>
        <w:tc>
          <w:tcPr>
            <w:tcW w:w="3260" w:type="dxa"/>
          </w:tcPr>
          <w:p w14:paraId="7770E65E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vastuvõtja:</w:t>
            </w:r>
          </w:p>
        </w:tc>
      </w:tr>
      <w:tr w:rsidR="00341605" w:rsidRPr="00882D69" w14:paraId="78EAC111" w14:textId="77777777" w:rsidTr="003B67B7">
        <w:tc>
          <w:tcPr>
            <w:tcW w:w="3259" w:type="dxa"/>
          </w:tcPr>
          <w:p w14:paraId="33D32C03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14:paraId="474C4D80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5545FC3E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</w:tr>
      <w:tr w:rsidR="00341605" w:rsidRPr="00882D69" w14:paraId="6B65BACD" w14:textId="77777777" w:rsidTr="003B67B7">
        <w:tc>
          <w:tcPr>
            <w:tcW w:w="3259" w:type="dxa"/>
          </w:tcPr>
          <w:p w14:paraId="60FDB49E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14:paraId="0006EC97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24AF1282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</w:tr>
      <w:tr w:rsidR="00341605" w:rsidRPr="00882D69" w14:paraId="1E0918E4" w14:textId="77777777" w:rsidTr="003B67B7">
        <w:tc>
          <w:tcPr>
            <w:tcW w:w="3259" w:type="dxa"/>
          </w:tcPr>
          <w:p w14:paraId="38BC2D14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59" w:type="dxa"/>
          </w:tcPr>
          <w:p w14:paraId="261A339B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563A84E5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</w:tr>
    </w:tbl>
    <w:p w14:paraId="5E0C922E" w14:textId="77777777" w:rsidR="00B41319" w:rsidRPr="00B21145" w:rsidRDefault="00B41319" w:rsidP="00B21145">
      <w:pPr>
        <w:rPr>
          <w:b/>
          <w:sz w:val="22"/>
          <w:szCs w:val="22"/>
        </w:rPr>
      </w:pPr>
    </w:p>
    <w:sectPr w:rsidR="00B41319" w:rsidRPr="00B21145" w:rsidSect="00BF7CB9">
      <w:headerReference w:type="default" r:id="rId12"/>
      <w:footerReference w:type="even" r:id="rId13"/>
      <w:footerReference w:type="default" r:id="rId14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7A49C" w14:textId="77777777" w:rsidR="002E3E98" w:rsidRDefault="002E3E98">
      <w:r>
        <w:separator/>
      </w:r>
    </w:p>
  </w:endnote>
  <w:endnote w:type="continuationSeparator" w:id="0">
    <w:p w14:paraId="538F8B88" w14:textId="77777777" w:rsidR="002E3E98" w:rsidRDefault="002E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BA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4640" w14:textId="77777777" w:rsidR="00341605" w:rsidRDefault="00341605" w:rsidP="00E03B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117E502" w14:textId="77777777" w:rsidR="00341605" w:rsidRDefault="0034160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5E4B" w14:textId="77777777" w:rsidR="00341605" w:rsidRPr="006E2144" w:rsidRDefault="00341605" w:rsidP="006E2144">
    <w:pPr>
      <w:pStyle w:val="Jalus"/>
      <w:framePr w:wrap="around" w:vAnchor="text" w:hAnchor="page" w:x="5857" w:y="-113"/>
      <w:jc w:val="center"/>
      <w:rPr>
        <w:rStyle w:val="Lehekljenumber"/>
        <w:sz w:val="20"/>
        <w:szCs w:val="20"/>
      </w:rPr>
    </w:pP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PAGE  </w:instrText>
    </w:r>
    <w:r w:rsidRPr="006E2144">
      <w:rPr>
        <w:rStyle w:val="Lehekljenumber"/>
        <w:sz w:val="20"/>
        <w:szCs w:val="20"/>
      </w:rPr>
      <w:fldChar w:fldCharType="separate"/>
    </w:r>
    <w:r w:rsidR="007A64EE">
      <w:rPr>
        <w:rStyle w:val="Lehekljenumber"/>
        <w:noProof/>
        <w:sz w:val="20"/>
        <w:szCs w:val="20"/>
      </w:rPr>
      <w:t>1</w:t>
    </w:r>
    <w:r w:rsidRPr="006E2144">
      <w:rPr>
        <w:rStyle w:val="Lehekljenumber"/>
        <w:sz w:val="20"/>
        <w:szCs w:val="20"/>
      </w:rPr>
      <w:fldChar w:fldCharType="end"/>
    </w:r>
    <w:r w:rsidRPr="006E2144">
      <w:rPr>
        <w:rStyle w:val="Lehekljenumber"/>
        <w:sz w:val="20"/>
        <w:szCs w:val="20"/>
      </w:rPr>
      <w:t>/</w:t>
    </w: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 NUMPAGES </w:instrText>
    </w:r>
    <w:r w:rsidRPr="006E2144">
      <w:rPr>
        <w:rStyle w:val="Lehekljenumber"/>
        <w:sz w:val="20"/>
        <w:szCs w:val="20"/>
      </w:rPr>
      <w:fldChar w:fldCharType="separate"/>
    </w:r>
    <w:r w:rsidR="007A64EE">
      <w:rPr>
        <w:rStyle w:val="Lehekljenumber"/>
        <w:noProof/>
        <w:sz w:val="20"/>
        <w:szCs w:val="20"/>
      </w:rPr>
      <w:t>1</w:t>
    </w:r>
    <w:r w:rsidRPr="006E2144">
      <w:rPr>
        <w:rStyle w:val="Lehekljenumber"/>
        <w:sz w:val="20"/>
        <w:szCs w:val="20"/>
      </w:rPr>
      <w:fldChar w:fldCharType="end"/>
    </w:r>
  </w:p>
  <w:p w14:paraId="3A704F12" w14:textId="77777777" w:rsidR="00341605" w:rsidRDefault="00341605">
    <w:pPr>
      <w:pStyle w:val="Jalus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51C73D" wp14:editId="47556493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FEBE1B" w14:textId="77777777" w:rsidR="00341605" w:rsidRPr="00BF7CB9" w:rsidRDefault="00341605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C73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" stroked="f">
              <v:textbox style="layout-flow:vertical">
                <w:txbxContent>
                  <w:p w14:paraId="6BFEBE1B" w14:textId="77777777" w:rsidR="00341605" w:rsidRPr="00BF7CB9" w:rsidRDefault="00341605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4A5EA" w14:textId="77777777" w:rsidR="002E3E98" w:rsidRDefault="002E3E98">
      <w:r>
        <w:separator/>
      </w:r>
    </w:p>
  </w:footnote>
  <w:footnote w:type="continuationSeparator" w:id="0">
    <w:p w14:paraId="41E8BF0E" w14:textId="77777777" w:rsidR="002E3E98" w:rsidRDefault="002E3E98">
      <w:r>
        <w:continuationSeparator/>
      </w:r>
    </w:p>
  </w:footnote>
  <w:footnote w:id="1">
    <w:p w14:paraId="32002715" w14:textId="77777777" w:rsidR="00341605" w:rsidRDefault="00341605" w:rsidP="00341605">
      <w:pPr>
        <w:pStyle w:val="Kommentaaritekst"/>
      </w:pPr>
      <w:r>
        <w:rPr>
          <w:rStyle w:val="Allmrkuseviide"/>
        </w:rPr>
        <w:footnoteRef/>
      </w:r>
      <w:r>
        <w:t xml:space="preserve"> „1“ – täiesti amortiseerunud ehitise osa; </w:t>
      </w:r>
    </w:p>
    <w:p w14:paraId="4AE815A3" w14:textId="77777777" w:rsidR="00341605" w:rsidRDefault="00341605" w:rsidP="00341605">
      <w:pPr>
        <w:pStyle w:val="Kommentaaritekst"/>
      </w:pPr>
      <w:r>
        <w:t xml:space="preserve">  „2“ – halvas seisukorras, kohest remonti/vahetamise planeerimist vajav ehitise osa; </w:t>
      </w:r>
    </w:p>
    <w:p w14:paraId="4492F338" w14:textId="77777777" w:rsidR="00341605" w:rsidRDefault="00341605" w:rsidP="00341605">
      <w:pPr>
        <w:pStyle w:val="Kommentaaritekst"/>
      </w:pPr>
      <w:r>
        <w:t xml:space="preserve">  „3“ – remonti vajav, kuid veel kestev ehitise osa; </w:t>
      </w:r>
    </w:p>
    <w:p w14:paraId="54897F7D" w14:textId="77777777" w:rsidR="00341605" w:rsidRDefault="00341605" w:rsidP="00341605">
      <w:pPr>
        <w:pStyle w:val="Kommentaaritekst"/>
      </w:pPr>
      <w:r>
        <w:t xml:space="preserve">  „4“ – heas korras ehitise osa; </w:t>
      </w:r>
    </w:p>
    <w:p w14:paraId="39ECB793" w14:textId="77777777" w:rsidR="00341605" w:rsidRDefault="00341605" w:rsidP="00341605">
      <w:pPr>
        <w:pStyle w:val="Allmrkusetekst"/>
      </w:pPr>
      <w:r>
        <w:t xml:space="preserve">  „5“ – värskelt korrastatud ehitise osa, mis vastab heale ehitustavale ja ehitusnormidele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5D99" w14:textId="77777777" w:rsidR="006E2144" w:rsidRPr="006E2144" w:rsidRDefault="006E2144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noProof/>
        <w:lang w:eastAsia="et-EE"/>
      </w:rPr>
      <w:drawing>
        <wp:inline distT="0" distB="0" distL="0" distR="0" wp14:anchorId="110B3797" wp14:editId="76604C08">
          <wp:extent cx="2503870" cy="21600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7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3760E2">
      <w:rPr>
        <w:sz w:val="20"/>
        <w:szCs w:val="20"/>
      </w:rPr>
      <w:t>HAL.1.5.v02</w:t>
    </w:r>
  </w:p>
  <w:p w14:paraId="71D87B83" w14:textId="77777777" w:rsidR="006E2144" w:rsidRPr="006E2144" w:rsidRDefault="003760E2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sz w:val="20"/>
        <w:szCs w:val="20"/>
      </w:rPr>
      <w:tab/>
      <w:t>Kinnitatud: 22.09.2016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EA2B76"/>
    <w:multiLevelType w:val="hybridMultilevel"/>
    <w:tmpl w:val="5B74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6539DE"/>
    <w:multiLevelType w:val="hybridMultilevel"/>
    <w:tmpl w:val="8090B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9175240">
    <w:abstractNumId w:val="0"/>
  </w:num>
  <w:num w:numId="2" w16cid:durableId="182016402">
    <w:abstractNumId w:val="8"/>
  </w:num>
  <w:num w:numId="3" w16cid:durableId="1662464028">
    <w:abstractNumId w:val="17"/>
  </w:num>
  <w:num w:numId="4" w16cid:durableId="1431899960">
    <w:abstractNumId w:val="18"/>
  </w:num>
  <w:num w:numId="5" w16cid:durableId="1250820121">
    <w:abstractNumId w:val="12"/>
  </w:num>
  <w:num w:numId="6" w16cid:durableId="1718385424">
    <w:abstractNumId w:val="4"/>
  </w:num>
  <w:num w:numId="7" w16cid:durableId="1529568276">
    <w:abstractNumId w:val="19"/>
  </w:num>
  <w:num w:numId="8" w16cid:durableId="145317602">
    <w:abstractNumId w:val="5"/>
  </w:num>
  <w:num w:numId="9" w16cid:durableId="879318210">
    <w:abstractNumId w:val="11"/>
  </w:num>
  <w:num w:numId="10" w16cid:durableId="1859006178">
    <w:abstractNumId w:val="16"/>
  </w:num>
  <w:num w:numId="11" w16cid:durableId="266544246">
    <w:abstractNumId w:val="3"/>
  </w:num>
  <w:num w:numId="12" w16cid:durableId="1678583140">
    <w:abstractNumId w:val="20"/>
  </w:num>
  <w:num w:numId="13" w16cid:durableId="422843279">
    <w:abstractNumId w:val="1"/>
  </w:num>
  <w:num w:numId="14" w16cid:durableId="1102267352">
    <w:abstractNumId w:val="2"/>
  </w:num>
  <w:num w:numId="15" w16cid:durableId="242228736">
    <w:abstractNumId w:val="13"/>
  </w:num>
  <w:num w:numId="16" w16cid:durableId="1556620111">
    <w:abstractNumId w:val="22"/>
  </w:num>
  <w:num w:numId="17" w16cid:durableId="232011137">
    <w:abstractNumId w:val="23"/>
  </w:num>
  <w:num w:numId="18" w16cid:durableId="955136388">
    <w:abstractNumId w:val="10"/>
  </w:num>
  <w:num w:numId="19" w16cid:durableId="1721594652">
    <w:abstractNumId w:val="9"/>
  </w:num>
  <w:num w:numId="20" w16cid:durableId="686905544">
    <w:abstractNumId w:val="6"/>
  </w:num>
  <w:num w:numId="21" w16cid:durableId="181943004">
    <w:abstractNumId w:val="21"/>
  </w:num>
  <w:num w:numId="22" w16cid:durableId="55053517">
    <w:abstractNumId w:val="15"/>
  </w:num>
  <w:num w:numId="23" w16cid:durableId="1409228241">
    <w:abstractNumId w:val="14"/>
  </w:num>
  <w:num w:numId="24" w16cid:durableId="20859545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6B4"/>
    <w:rsid w:val="00010290"/>
    <w:rsid w:val="00012306"/>
    <w:rsid w:val="0005496F"/>
    <w:rsid w:val="000D7022"/>
    <w:rsid w:val="001275EF"/>
    <w:rsid w:val="00171ADC"/>
    <w:rsid w:val="00193F48"/>
    <w:rsid w:val="001A22AE"/>
    <w:rsid w:val="001A3650"/>
    <w:rsid w:val="0020000D"/>
    <w:rsid w:val="00272B01"/>
    <w:rsid w:val="0028583B"/>
    <w:rsid w:val="002946EC"/>
    <w:rsid w:val="00296AFD"/>
    <w:rsid w:val="002B77A1"/>
    <w:rsid w:val="002D0BB7"/>
    <w:rsid w:val="002D3617"/>
    <w:rsid w:val="002E3E98"/>
    <w:rsid w:val="002E41FC"/>
    <w:rsid w:val="00332B99"/>
    <w:rsid w:val="00341605"/>
    <w:rsid w:val="00363A40"/>
    <w:rsid w:val="0036660D"/>
    <w:rsid w:val="003760E2"/>
    <w:rsid w:val="003B67B7"/>
    <w:rsid w:val="00411822"/>
    <w:rsid w:val="00422CA3"/>
    <w:rsid w:val="00455AC6"/>
    <w:rsid w:val="004A1FDC"/>
    <w:rsid w:val="004B3357"/>
    <w:rsid w:val="004C3D70"/>
    <w:rsid w:val="004C5EB1"/>
    <w:rsid w:val="004E14E1"/>
    <w:rsid w:val="00510E15"/>
    <w:rsid w:val="005223B0"/>
    <w:rsid w:val="005A1ECF"/>
    <w:rsid w:val="005A3214"/>
    <w:rsid w:val="005B18B8"/>
    <w:rsid w:val="005C3F7F"/>
    <w:rsid w:val="005D2768"/>
    <w:rsid w:val="006268DE"/>
    <w:rsid w:val="00677710"/>
    <w:rsid w:val="006A517F"/>
    <w:rsid w:val="006E2144"/>
    <w:rsid w:val="006E40DD"/>
    <w:rsid w:val="006F3ACC"/>
    <w:rsid w:val="007049AD"/>
    <w:rsid w:val="00725BA0"/>
    <w:rsid w:val="00752162"/>
    <w:rsid w:val="007923B7"/>
    <w:rsid w:val="007A1BA5"/>
    <w:rsid w:val="007A64EE"/>
    <w:rsid w:val="007A67AE"/>
    <w:rsid w:val="007B1A27"/>
    <w:rsid w:val="007B7778"/>
    <w:rsid w:val="007C0760"/>
    <w:rsid w:val="00807D78"/>
    <w:rsid w:val="00830AFF"/>
    <w:rsid w:val="00855004"/>
    <w:rsid w:val="00882D69"/>
    <w:rsid w:val="00896C6F"/>
    <w:rsid w:val="00900319"/>
    <w:rsid w:val="00902EBC"/>
    <w:rsid w:val="00904410"/>
    <w:rsid w:val="00973BFA"/>
    <w:rsid w:val="00A05EF2"/>
    <w:rsid w:val="00A07645"/>
    <w:rsid w:val="00A46C34"/>
    <w:rsid w:val="00AA3B35"/>
    <w:rsid w:val="00B21145"/>
    <w:rsid w:val="00B41319"/>
    <w:rsid w:val="00BF19FB"/>
    <w:rsid w:val="00BF7CB9"/>
    <w:rsid w:val="00C25756"/>
    <w:rsid w:val="00C855EE"/>
    <w:rsid w:val="00CE3EC7"/>
    <w:rsid w:val="00CE5C33"/>
    <w:rsid w:val="00D0468A"/>
    <w:rsid w:val="00D1224F"/>
    <w:rsid w:val="00D45035"/>
    <w:rsid w:val="00DF16DE"/>
    <w:rsid w:val="00E03B6C"/>
    <w:rsid w:val="00E32297"/>
    <w:rsid w:val="00E56B1F"/>
    <w:rsid w:val="00E734F6"/>
    <w:rsid w:val="00E9703B"/>
    <w:rsid w:val="00EA66F2"/>
    <w:rsid w:val="00ED76B4"/>
    <w:rsid w:val="00EE3BF0"/>
    <w:rsid w:val="00F1292C"/>
    <w:rsid w:val="00F3540F"/>
    <w:rsid w:val="00F45A0D"/>
    <w:rsid w:val="00FC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70AEFE"/>
  <w15:docId w15:val="{E668D8A6-931F-4115-8BEA-8E8F27FC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E41FC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rsid w:val="002E41FC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2E41FC"/>
  </w:style>
  <w:style w:type="paragraph" w:styleId="Pis">
    <w:name w:val="header"/>
    <w:basedOn w:val="Normaallaad"/>
    <w:rsid w:val="004E14E1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link w:val="JutumullitekstMrk"/>
    <w:rsid w:val="00BF7CB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BF7CB9"/>
    <w:rPr>
      <w:rFonts w:ascii="Tahoma" w:hAnsi="Tahoma" w:cs="Tahoma"/>
      <w:sz w:val="16"/>
      <w:szCs w:val="16"/>
      <w:lang w:eastAsia="en-US"/>
    </w:rPr>
  </w:style>
  <w:style w:type="character" w:customStyle="1" w:styleId="JalusMrk">
    <w:name w:val="Jalus Märk"/>
    <w:basedOn w:val="Liguvaikefont"/>
    <w:link w:val="Jalus"/>
    <w:rsid w:val="007049AD"/>
    <w:rPr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7049AD"/>
    <w:pPr>
      <w:ind w:left="720"/>
      <w:contextualSpacing/>
    </w:pPr>
  </w:style>
  <w:style w:type="character" w:styleId="Kommentaariviide">
    <w:name w:val="annotation reference"/>
    <w:basedOn w:val="Liguvaikefont"/>
    <w:rsid w:val="0001029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01029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010290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01029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010290"/>
    <w:rPr>
      <w:b/>
      <w:bCs/>
      <w:lang w:eastAsia="en-US"/>
    </w:rPr>
  </w:style>
  <w:style w:type="paragraph" w:styleId="Allmrkusetekst">
    <w:name w:val="footnote text"/>
    <w:basedOn w:val="Normaallaad"/>
    <w:link w:val="AllmrkusetekstMrk"/>
    <w:semiHidden/>
    <w:unhideWhenUsed/>
    <w:rsid w:val="0034160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semiHidden/>
    <w:rsid w:val="00341605"/>
    <w:rPr>
      <w:lang w:eastAsia="en-US"/>
    </w:rPr>
  </w:style>
  <w:style w:type="character" w:styleId="Allmrkuseviide">
    <w:name w:val="footnote reference"/>
    <w:basedOn w:val="Liguvaikefont"/>
    <w:semiHidden/>
    <w:unhideWhenUsed/>
    <w:rsid w:val="00341605"/>
    <w:rPr>
      <w:vertAlign w:val="superscript"/>
    </w:rPr>
  </w:style>
  <w:style w:type="table" w:styleId="Kontuurtabel">
    <w:name w:val="Table Grid"/>
    <w:basedOn w:val="Normaaltabel"/>
    <w:rsid w:val="0034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ela\Downloads\HAL%201%205%20v02%20&#220;&#252;ripinna%20&#252;leandmise-vastuv&#245;tmise%20ak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Kinnitatud xmlns="a0f99b2d-f3a6-4d45-a759-bef48dc40ec9">2015-07-30T21:00:00+00:00</Kinnitatud>
    <T_x00e4_his xmlns="a0f99b2d-f3a6-4d45-a759-bef48dc40ec9">HAL.1.5.</T_x00e4_his>
    <M_x00e4_rkused xmlns="a0f99b2d-f3a6-4d45-a759-bef48dc40ec9" xsi:nil="true"/>
    <Kehtetuks_x0020_tunnistatud xmlns="a0f99b2d-f3a6-4d45-a759-bef48dc40ec9" xsi:nil="true"/>
    <Dokumendi_x0020_haldur xmlns="a0f99b2d-f3a6-4d45-a759-bef48dc40ec9">Haldusosakonna juhataja</Dokumendi_x0020_haldur>
    <Versiooni_x0020_nr xmlns="a0f99b2d-f3a6-4d45-a759-bef48dc40ec9">01</Versiooni_x0020_nr>
    <Dokumendi_x0020_liik xmlns="a0f99b2d-f3a6-4d45-a759-bef48dc40ec9">Vorm</Dokumendi_x0020_liik>
    <Arhiveeritud xmlns="a0f99b2d-f3a6-4d45-a759-bef48dc40ec9">false</Arhiveeritud>
    <Valdkond xmlns="a0f99b2d-f3a6-4d45-a759-bef48dc40ec9">01_Kinnisvara haldamine ja hooldamine</Valdkond>
    <Viimati_x0020_muudetud xmlns="a0f99b2d-f3a6-4d45-a759-bef48dc40ec9">2016-09-21T21:00:00+00:00</Viimati_x0020_muudetu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13" ma:contentTypeDescription="Loo uus dokument" ma:contentTypeScope="" ma:versionID="0fa65bdf6cb0dde8eaedefaa81fed152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e873b6a9b65c40091426e5447107230d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  <xsd:element ref="ns2:Arhiveeritud" minOccurs="0"/>
                <xsd:element ref="ns2:M_x00e4_rkused" minOccurs="0"/>
                <xsd:element ref="ns2:Kehtetuks_x0020_tunnista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  <xsd:element name="Arhiveeritud" ma:index="15" nillable="true" ma:displayName="Arhiveeritud" ma:default="0" ma:internalName="Arhiveeritud">
      <xsd:simpleType>
        <xsd:restriction base="dms:Boolean"/>
      </xsd:simpleType>
    </xsd:element>
    <xsd:element name="M_x00e4_rkused" ma:index="16" nillable="true" ma:displayName="Märkused" ma:internalName="M_x00e4_rkused">
      <xsd:simpleType>
        <xsd:restriction base="dms:Note"/>
      </xsd:simpleType>
    </xsd:element>
    <xsd:element name="Kehtetuks_x0020_tunnistatud" ma:index="17" nillable="true" ma:displayName="Kehtetuks tunnistatud" ma:format="DateOnly" ma:internalName="Kehtetuks_x0020_tunnistatu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AA55E-4BAE-486A-868A-4C14519B37E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6A23BFA-7F56-4D35-AC9E-3012268A00B7}">
  <ds:schemaRefs>
    <ds:schemaRef ds:uri="http://schemas.microsoft.com/office/2006/metadata/properties"/>
    <ds:schemaRef ds:uri="a0f99b2d-f3a6-4d45-a759-bef48dc40ec9"/>
  </ds:schemaRefs>
</ds:datastoreItem>
</file>

<file path=customXml/itemProps3.xml><?xml version="1.0" encoding="utf-8"?>
<ds:datastoreItem xmlns:ds="http://schemas.openxmlformats.org/officeDocument/2006/customXml" ds:itemID="{144BFB40-B013-4DB4-A6F4-6D013ABC72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DA72D9-DFC2-48FD-9A75-B94B52438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2A36DC36-EA6D-4A57-B70F-F06497E97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HAL 1 5 v02 Üüripinna üleandmise-vastuvõtmise akt</Template>
  <TotalTime>5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Üüripinna üleandmise-vastuvõtmise akt</vt:lpstr>
      <vt:lpstr>Üüripinna üleandmise-vastuvõtmise akt</vt:lpstr>
      <vt:lpstr>Akt üüripinna üleandmise-vastuvõtmise kohta</vt:lpstr>
    </vt:vector>
  </TitlesOfParts>
  <Company>Riigi Kinnisvara AS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Üüripinna üleandmise-vastuvõtmise akt</dc:title>
  <dc:creator>Kristel Aunapuu</dc:creator>
  <cp:lastModifiedBy>Kristel Aunapuu</cp:lastModifiedBy>
  <cp:revision>2</cp:revision>
  <dcterms:created xsi:type="dcterms:W3CDTF">2023-08-22T09:07:00Z</dcterms:created>
  <dcterms:modified xsi:type="dcterms:W3CDTF">2023-08-22T09:07:00Z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0x010100391126A31A03864EA1E7F5E659622733</vt:lpwstr>
  </property>
  <property fmtid="{D5CDD505-2E9C-101B-9397-08002B2CF9AE}" pid="4" name="Valdkond">
    <vt:lpwstr>01_Kinnisvara haldamine ja hooldamine</vt:lpwstr>
  </property>
  <property fmtid="{D5CDD505-2E9C-101B-9397-08002B2CF9AE}" pid="5" name="Dokumendi haldur">
    <vt:lpwstr>Haldusosakonna juhataja</vt:lpwstr>
  </property>
  <property fmtid="{D5CDD505-2E9C-101B-9397-08002B2CF9AE}" pid="6" name="Arhiveeritud">
    <vt:lpwstr>false</vt:lpwstr>
  </property>
  <property fmtid="{D5CDD505-2E9C-101B-9397-08002B2CF9AE}" pid="7" name="Kinnitatud">
    <vt:lpwstr>2006-03-15T22:00:00+00:00</vt:lpwstr>
  </property>
  <property fmtid="{D5CDD505-2E9C-101B-9397-08002B2CF9AE}" pid="8" name="Tähis">
    <vt:lpwstr>HA-V10</vt:lpwstr>
  </property>
  <property fmtid="{D5CDD505-2E9C-101B-9397-08002B2CF9AE}" pid="9" name="Dokumendi liik">
    <vt:lpwstr>Vorm</vt:lpwstr>
  </property>
  <property fmtid="{D5CDD505-2E9C-101B-9397-08002B2CF9AE}" pid="10" name="Versiooni nr">
    <vt:lpwstr>v01</vt:lpwstr>
  </property>
</Properties>
</file>